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B8567" w14:textId="77777777" w:rsidR="00B66EC5" w:rsidRDefault="00B66EC5" w:rsidP="00B66EC5">
      <w:pPr>
        <w:jc w:val="right"/>
        <w:rPr>
          <w:rFonts w:asciiTheme="minorHAnsi" w:eastAsiaTheme="minorHAnsi" w:hAnsiTheme="minorHAnsi" w:cstheme="minorBidi"/>
          <w:b/>
          <w:lang w:eastAsia="en-US"/>
        </w:rPr>
      </w:pPr>
      <w:bookmarkStart w:id="0" w:name="_Hlk219287434"/>
    </w:p>
    <w:p w14:paraId="50D4119C" w14:textId="77777777" w:rsidR="00B66EC5" w:rsidRDefault="00B66EC5" w:rsidP="00B66EC5">
      <w:pPr>
        <w:jc w:val="right"/>
        <w:rPr>
          <w:rFonts w:asciiTheme="minorHAnsi" w:eastAsiaTheme="minorHAnsi" w:hAnsiTheme="minorHAnsi" w:cstheme="minorBidi"/>
          <w:b/>
          <w:lang w:eastAsia="en-US"/>
        </w:rPr>
      </w:pPr>
    </w:p>
    <w:p w14:paraId="6D1194B0" w14:textId="06636236" w:rsidR="00B66EC5" w:rsidRPr="00B66EC5" w:rsidRDefault="00B66EC5" w:rsidP="00B66EC5">
      <w:pPr>
        <w:keepNext/>
        <w:keepLines/>
        <w:shd w:val="clear" w:color="auto" w:fill="C6D9F1"/>
        <w:tabs>
          <w:tab w:val="right" w:pos="10065"/>
        </w:tabs>
        <w:spacing w:after="360" w:line="288" w:lineRule="auto"/>
        <w:outlineLvl w:val="0"/>
        <w:rPr>
          <w:rFonts w:ascii="Calibri" w:hAnsi="Calibri"/>
          <w:b/>
          <w:bCs/>
          <w:sz w:val="22"/>
          <w:szCs w:val="22"/>
          <w:lang w:eastAsia="en-US"/>
        </w:rPr>
      </w:pPr>
      <w:bookmarkStart w:id="1" w:name="_Toc23926986"/>
      <w:r w:rsidRPr="00B66EC5">
        <w:rPr>
          <w:rFonts w:ascii="Calibri" w:hAnsi="Calibri"/>
          <w:b/>
          <w:bCs/>
          <w:sz w:val="22"/>
          <w:szCs w:val="22"/>
          <w:lang w:eastAsia="en-US"/>
        </w:rPr>
        <w:t xml:space="preserve">ZAŁĄCZNIK NR </w:t>
      </w:r>
      <w:r w:rsidR="00FA4F43">
        <w:rPr>
          <w:rFonts w:ascii="Calibri" w:hAnsi="Calibri"/>
          <w:b/>
          <w:bCs/>
          <w:sz w:val="22"/>
          <w:szCs w:val="22"/>
          <w:lang w:eastAsia="en-US"/>
        </w:rPr>
        <w:t>7</w:t>
      </w:r>
      <w:r w:rsidRPr="00B66EC5">
        <w:rPr>
          <w:rFonts w:ascii="Calibri" w:hAnsi="Calibri"/>
          <w:b/>
          <w:bCs/>
          <w:sz w:val="22"/>
          <w:szCs w:val="22"/>
          <w:lang w:eastAsia="en-US"/>
        </w:rPr>
        <w:t xml:space="preserve"> DO SWZ – </w:t>
      </w:r>
      <w:bookmarkEnd w:id="1"/>
      <w:r>
        <w:rPr>
          <w:rFonts w:ascii="Calibri" w:hAnsi="Calibri"/>
          <w:b/>
          <w:bCs/>
          <w:sz w:val="22"/>
          <w:szCs w:val="22"/>
          <w:lang w:eastAsia="en-US"/>
        </w:rPr>
        <w:t>POTWIERDZENIE PRZEPROWADZENIA WIZJI LOKALNEJ</w:t>
      </w:r>
      <w:r w:rsidRPr="00B66EC5">
        <w:rPr>
          <w:rFonts w:ascii="Calibri" w:hAnsi="Calibri"/>
          <w:b/>
          <w:bCs/>
          <w:sz w:val="22"/>
          <w:szCs w:val="22"/>
          <w:lang w:eastAsia="en-US"/>
        </w:rPr>
        <w:tab/>
      </w:r>
    </w:p>
    <w:p w14:paraId="0B210AB4" w14:textId="77777777" w:rsidR="000021E3" w:rsidRDefault="000021E3" w:rsidP="000021E3">
      <w:pPr>
        <w:jc w:val="center"/>
        <w:rPr>
          <w:rFonts w:asciiTheme="minorHAnsi" w:eastAsiaTheme="minorHAnsi" w:hAnsiTheme="minorHAnsi" w:cstheme="minorBidi"/>
          <w:b/>
          <w:lang w:eastAsia="en-US"/>
        </w:rPr>
      </w:pPr>
    </w:p>
    <w:p w14:paraId="74AAD876" w14:textId="77777777" w:rsidR="00B66EC5" w:rsidRDefault="00B66EC5" w:rsidP="000021E3">
      <w:pPr>
        <w:jc w:val="center"/>
        <w:rPr>
          <w:rFonts w:asciiTheme="minorHAnsi" w:eastAsiaTheme="minorHAnsi" w:hAnsiTheme="minorHAnsi" w:cstheme="minorBidi"/>
          <w:b/>
          <w:lang w:eastAsia="en-US"/>
        </w:rPr>
      </w:pPr>
    </w:p>
    <w:p w14:paraId="08CF33BB" w14:textId="2DDC3A07" w:rsidR="000021E3" w:rsidRPr="000021E3" w:rsidRDefault="000021E3" w:rsidP="000021E3">
      <w:pPr>
        <w:jc w:val="center"/>
        <w:rPr>
          <w:rFonts w:asciiTheme="minorHAnsi" w:eastAsiaTheme="minorHAnsi" w:hAnsiTheme="minorHAnsi" w:cstheme="minorBidi"/>
          <w:b/>
          <w:lang w:eastAsia="en-US"/>
        </w:rPr>
      </w:pPr>
      <w:r w:rsidRPr="000021E3">
        <w:rPr>
          <w:rFonts w:asciiTheme="minorHAnsi" w:eastAsiaTheme="minorHAnsi" w:hAnsiTheme="minorHAnsi" w:cstheme="minorBidi"/>
          <w:b/>
          <w:lang w:eastAsia="en-US"/>
        </w:rPr>
        <w:t xml:space="preserve">Potwierdzenie przeprowadzenia wizji lokalnej </w:t>
      </w:r>
    </w:p>
    <w:p w14:paraId="100050F9" w14:textId="77777777" w:rsidR="000021E3" w:rsidRPr="000021E3" w:rsidRDefault="000021E3" w:rsidP="000021E3">
      <w:pPr>
        <w:jc w:val="center"/>
        <w:rPr>
          <w:rFonts w:asciiTheme="minorHAnsi" w:eastAsiaTheme="minorHAnsi" w:hAnsiTheme="minorHAnsi" w:cstheme="minorBidi"/>
          <w:b/>
          <w:lang w:eastAsia="en-US"/>
        </w:rPr>
      </w:pPr>
    </w:p>
    <w:p w14:paraId="772F113B" w14:textId="77777777" w:rsidR="000021E3" w:rsidRPr="000021E3" w:rsidRDefault="000021E3" w:rsidP="000021E3">
      <w:pPr>
        <w:jc w:val="center"/>
        <w:rPr>
          <w:rFonts w:asciiTheme="minorHAnsi" w:eastAsiaTheme="minorHAnsi" w:hAnsiTheme="minorHAnsi" w:cstheme="minorBidi"/>
          <w:b/>
          <w:lang w:eastAsia="en-US"/>
        </w:rPr>
      </w:pPr>
    </w:p>
    <w:p w14:paraId="63B50E26" w14:textId="77777777" w:rsidR="000021E3" w:rsidRPr="000021E3" w:rsidRDefault="000021E3" w:rsidP="000021E3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3ECC29D" w14:textId="4F9448B5" w:rsidR="000021E3" w:rsidRPr="000021E3" w:rsidRDefault="000021E3" w:rsidP="000021E3">
      <w:pPr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0021E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Dotyczy: postępowania zakupowego nr </w:t>
      </w:r>
      <w:r w:rsidRPr="000021E3">
        <w:rPr>
          <w:rFonts w:ascii="Arial" w:hAnsi="Arial" w:cs="Arial"/>
          <w:b/>
          <w:bCs/>
          <w:color w:val="000000"/>
          <w:sz w:val="18"/>
          <w:szCs w:val="18"/>
          <w:shd w:val="clear" w:color="auto" w:fill="FDFDFD"/>
          <w:lang w:eastAsia="en-US"/>
        </w:rPr>
        <w:t>POST/DYS/</w:t>
      </w:r>
      <w:r w:rsidR="00B66EC5">
        <w:rPr>
          <w:rFonts w:ascii="Arial" w:hAnsi="Arial" w:cs="Arial"/>
          <w:b/>
          <w:bCs/>
          <w:color w:val="000000"/>
          <w:sz w:val="18"/>
          <w:szCs w:val="18"/>
          <w:shd w:val="clear" w:color="auto" w:fill="FDFDFD"/>
          <w:lang w:eastAsia="en-US"/>
        </w:rPr>
        <w:t>OR/G</w:t>
      </w:r>
      <w:r w:rsidRPr="000021E3">
        <w:rPr>
          <w:rFonts w:ascii="Arial" w:hAnsi="Arial" w:cs="Arial"/>
          <w:b/>
          <w:bCs/>
          <w:color w:val="000000"/>
          <w:sz w:val="18"/>
          <w:szCs w:val="18"/>
          <w:shd w:val="clear" w:color="auto" w:fill="FDFDFD"/>
          <w:lang w:eastAsia="en-US"/>
        </w:rPr>
        <w:t>Z/</w:t>
      </w:r>
      <w:r w:rsidR="00FA4F43">
        <w:rPr>
          <w:rFonts w:ascii="Arial" w:hAnsi="Arial" w:cs="Arial"/>
          <w:b/>
          <w:bCs/>
          <w:color w:val="000000"/>
          <w:sz w:val="18"/>
          <w:szCs w:val="18"/>
          <w:shd w:val="clear" w:color="auto" w:fill="FDFDFD"/>
          <w:lang w:eastAsia="en-US"/>
        </w:rPr>
        <w:t>00018</w:t>
      </w:r>
      <w:r w:rsidRPr="000021E3">
        <w:rPr>
          <w:rFonts w:ascii="Arial" w:hAnsi="Arial" w:cs="Arial"/>
          <w:b/>
          <w:bCs/>
          <w:color w:val="000000"/>
          <w:sz w:val="18"/>
          <w:szCs w:val="18"/>
          <w:shd w:val="clear" w:color="auto" w:fill="FDFDFD"/>
          <w:lang w:eastAsia="en-US"/>
        </w:rPr>
        <w:t>/202</w:t>
      </w:r>
      <w:r w:rsidR="00B66EC5">
        <w:rPr>
          <w:rFonts w:ascii="Arial" w:hAnsi="Arial" w:cs="Arial"/>
          <w:b/>
          <w:bCs/>
          <w:color w:val="000000"/>
          <w:sz w:val="18"/>
          <w:szCs w:val="18"/>
          <w:shd w:val="clear" w:color="auto" w:fill="FDFDFD"/>
          <w:lang w:eastAsia="en-US"/>
        </w:rPr>
        <w:t>6</w:t>
      </w:r>
      <w:r w:rsidRPr="000021E3">
        <w:rPr>
          <w:rFonts w:ascii="Arial" w:hAnsi="Arial" w:cs="Arial"/>
          <w:b/>
          <w:bCs/>
          <w:color w:val="000000"/>
          <w:sz w:val="18"/>
          <w:szCs w:val="18"/>
          <w:shd w:val="clear" w:color="auto" w:fill="FDFDFD"/>
          <w:lang w:eastAsia="en-US"/>
        </w:rPr>
        <w:t xml:space="preserve"> </w:t>
      </w:r>
      <w:r w:rsidRPr="000021E3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na zadanie pn. </w:t>
      </w:r>
      <w:r w:rsidRPr="000021E3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„</w:t>
      </w:r>
      <w:r w:rsidR="00B66EC5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Wymiana okien w budynku B Centrali OR”</w:t>
      </w:r>
    </w:p>
    <w:p w14:paraId="1CF2CFB6" w14:textId="77777777" w:rsidR="000021E3" w:rsidRPr="000021E3" w:rsidRDefault="000021E3" w:rsidP="000021E3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A174851" w14:textId="77777777" w:rsidR="000021E3" w:rsidRPr="000021E3" w:rsidRDefault="000021E3" w:rsidP="000021E3">
      <w:pPr>
        <w:numPr>
          <w:ilvl w:val="0"/>
          <w:numId w:val="16"/>
        </w:numPr>
        <w:spacing w:line="600" w:lineRule="auto"/>
        <w:ind w:hanging="357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021E3">
        <w:rPr>
          <w:rFonts w:asciiTheme="minorHAnsi" w:eastAsiaTheme="minorHAnsi" w:hAnsiTheme="minorHAnsi" w:cstheme="minorBidi"/>
          <w:sz w:val="22"/>
          <w:szCs w:val="22"/>
          <w:lang w:eastAsia="en-US"/>
        </w:rPr>
        <w:t>Nazwa Wykonawcy:  ...................................................................................................................</w:t>
      </w:r>
    </w:p>
    <w:p w14:paraId="5A3E250A" w14:textId="77777777" w:rsidR="000021E3" w:rsidRPr="000021E3" w:rsidRDefault="000021E3" w:rsidP="000021E3">
      <w:pPr>
        <w:numPr>
          <w:ilvl w:val="0"/>
          <w:numId w:val="16"/>
        </w:numPr>
        <w:spacing w:line="600" w:lineRule="auto"/>
        <w:ind w:hanging="357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021E3">
        <w:rPr>
          <w:rFonts w:asciiTheme="minorHAnsi" w:eastAsiaTheme="minorHAnsi" w:hAnsiTheme="minorHAnsi" w:cstheme="minorBidi"/>
          <w:sz w:val="22"/>
          <w:szCs w:val="22"/>
          <w:lang w:eastAsia="en-US"/>
        </w:rPr>
        <w:t>Siedziba firmy Wykonawcy: ........................................................................................................</w:t>
      </w:r>
    </w:p>
    <w:p w14:paraId="1D1FD3C4" w14:textId="77777777" w:rsidR="000021E3" w:rsidRPr="000021E3" w:rsidRDefault="000021E3" w:rsidP="000021E3">
      <w:pPr>
        <w:numPr>
          <w:ilvl w:val="0"/>
          <w:numId w:val="16"/>
        </w:numPr>
        <w:spacing w:line="600" w:lineRule="auto"/>
        <w:ind w:hanging="357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021E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NIP Wykonawcy: .............................  </w:t>
      </w:r>
    </w:p>
    <w:p w14:paraId="690BC597" w14:textId="77777777" w:rsidR="000021E3" w:rsidRPr="000021E3" w:rsidRDefault="000021E3" w:rsidP="000021E3">
      <w:pPr>
        <w:numPr>
          <w:ilvl w:val="0"/>
          <w:numId w:val="16"/>
        </w:numPr>
        <w:spacing w:line="600" w:lineRule="auto"/>
        <w:ind w:hanging="357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021E3">
        <w:rPr>
          <w:rFonts w:asciiTheme="minorHAnsi" w:eastAsiaTheme="minorHAnsi" w:hAnsiTheme="minorHAnsi" w:cstheme="minorBidi"/>
          <w:sz w:val="22"/>
          <w:szCs w:val="22"/>
          <w:lang w:eastAsia="en-US"/>
        </w:rPr>
        <w:t>Data przeprowadzenia wizji lokalnej: ............................................</w:t>
      </w:r>
    </w:p>
    <w:p w14:paraId="03A82553" w14:textId="77777777" w:rsidR="000021E3" w:rsidRPr="000021E3" w:rsidRDefault="000021E3" w:rsidP="000021E3">
      <w:pPr>
        <w:numPr>
          <w:ilvl w:val="0"/>
          <w:numId w:val="16"/>
        </w:numPr>
        <w:spacing w:line="360" w:lineRule="auto"/>
        <w:ind w:hanging="357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021E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Osoby ze strony Wykonawcy dokonujące wizji lokalnej:  </w:t>
      </w:r>
      <w:r w:rsidRPr="000021E3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</w:p>
    <w:p w14:paraId="64AC911B" w14:textId="77777777" w:rsidR="000021E3" w:rsidRPr="000021E3" w:rsidRDefault="000021E3" w:rsidP="000021E3">
      <w:pPr>
        <w:numPr>
          <w:ilvl w:val="1"/>
          <w:numId w:val="16"/>
        </w:numPr>
        <w:tabs>
          <w:tab w:val="left" w:pos="567"/>
        </w:tabs>
        <w:spacing w:line="288" w:lineRule="auto"/>
        <w:ind w:left="709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021E3">
        <w:rPr>
          <w:rFonts w:asciiTheme="minorHAnsi" w:eastAsiaTheme="minorHAnsi" w:hAnsiTheme="minorHAnsi" w:cstheme="minorBidi"/>
          <w:sz w:val="22"/>
          <w:szCs w:val="22"/>
          <w:lang w:eastAsia="en-US"/>
        </w:rPr>
        <w:t>.............................................................................                        ......................................</w:t>
      </w:r>
    </w:p>
    <w:p w14:paraId="4B479C3D" w14:textId="77777777" w:rsidR="000021E3" w:rsidRPr="000021E3" w:rsidRDefault="000021E3" w:rsidP="000021E3">
      <w:pPr>
        <w:tabs>
          <w:tab w:val="left" w:pos="567"/>
        </w:tabs>
        <w:ind w:left="709"/>
        <w:contextualSpacing/>
        <w:rPr>
          <w:rFonts w:asciiTheme="minorHAnsi" w:eastAsiaTheme="minorHAnsi" w:hAnsiTheme="minorHAnsi" w:cstheme="minorBidi"/>
          <w:sz w:val="16"/>
          <w:szCs w:val="16"/>
          <w:lang w:eastAsia="en-US"/>
        </w:rPr>
      </w:pPr>
      <w:r w:rsidRPr="000021E3">
        <w:rPr>
          <w:rFonts w:asciiTheme="minorHAnsi" w:eastAsiaTheme="minorHAnsi" w:hAnsiTheme="minorHAnsi" w:cstheme="minorBidi"/>
          <w:sz w:val="16"/>
          <w:szCs w:val="16"/>
          <w:lang w:eastAsia="en-US"/>
        </w:rPr>
        <w:t xml:space="preserve">                                      (imię i nazwisko)                                                                                                (podpis)</w:t>
      </w:r>
    </w:p>
    <w:p w14:paraId="1541AB6D" w14:textId="77777777" w:rsidR="000021E3" w:rsidRPr="000021E3" w:rsidRDefault="000021E3" w:rsidP="000021E3">
      <w:pPr>
        <w:tabs>
          <w:tab w:val="left" w:pos="567"/>
        </w:tabs>
        <w:ind w:left="709"/>
        <w:contextualSpacing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p w14:paraId="135A3138" w14:textId="77777777" w:rsidR="000021E3" w:rsidRPr="000021E3" w:rsidRDefault="000021E3" w:rsidP="000021E3">
      <w:pPr>
        <w:numPr>
          <w:ilvl w:val="1"/>
          <w:numId w:val="16"/>
        </w:numPr>
        <w:tabs>
          <w:tab w:val="left" w:pos="567"/>
        </w:tabs>
        <w:spacing w:line="288" w:lineRule="auto"/>
        <w:ind w:left="709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021E3">
        <w:rPr>
          <w:rFonts w:asciiTheme="minorHAnsi" w:eastAsiaTheme="minorHAnsi" w:hAnsiTheme="minorHAnsi" w:cstheme="minorBidi"/>
          <w:sz w:val="22"/>
          <w:szCs w:val="22"/>
          <w:lang w:eastAsia="en-US"/>
        </w:rPr>
        <w:t>.............................................................................                        ......................................</w:t>
      </w:r>
    </w:p>
    <w:p w14:paraId="061EE2CD" w14:textId="77777777" w:rsidR="000021E3" w:rsidRPr="000021E3" w:rsidRDefault="000021E3" w:rsidP="000021E3">
      <w:pPr>
        <w:tabs>
          <w:tab w:val="left" w:pos="567"/>
        </w:tabs>
        <w:ind w:left="709"/>
        <w:contextualSpacing/>
        <w:rPr>
          <w:rFonts w:asciiTheme="minorHAnsi" w:eastAsiaTheme="minorHAnsi" w:hAnsiTheme="minorHAnsi" w:cstheme="minorBidi"/>
          <w:sz w:val="16"/>
          <w:szCs w:val="16"/>
          <w:lang w:eastAsia="en-US"/>
        </w:rPr>
      </w:pPr>
      <w:r w:rsidRPr="000021E3">
        <w:rPr>
          <w:rFonts w:asciiTheme="minorHAnsi" w:eastAsiaTheme="minorHAnsi" w:hAnsiTheme="minorHAnsi" w:cstheme="minorBidi"/>
          <w:sz w:val="16"/>
          <w:szCs w:val="16"/>
          <w:lang w:eastAsia="en-US"/>
        </w:rPr>
        <w:t xml:space="preserve">                                      (imię i nazwisko)                                                                                                (podpis)</w:t>
      </w:r>
    </w:p>
    <w:p w14:paraId="69EF8173" w14:textId="77777777" w:rsidR="000021E3" w:rsidRPr="000021E3" w:rsidRDefault="000021E3" w:rsidP="000021E3">
      <w:pPr>
        <w:tabs>
          <w:tab w:val="left" w:pos="567"/>
        </w:tabs>
        <w:ind w:left="709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44614B6" w14:textId="77777777" w:rsidR="000021E3" w:rsidRPr="000021E3" w:rsidRDefault="000021E3" w:rsidP="000021E3">
      <w:pPr>
        <w:numPr>
          <w:ilvl w:val="1"/>
          <w:numId w:val="16"/>
        </w:numPr>
        <w:tabs>
          <w:tab w:val="left" w:pos="567"/>
        </w:tabs>
        <w:spacing w:line="288" w:lineRule="auto"/>
        <w:ind w:left="709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021E3">
        <w:rPr>
          <w:rFonts w:asciiTheme="minorHAnsi" w:eastAsiaTheme="minorHAnsi" w:hAnsiTheme="minorHAnsi" w:cstheme="minorBidi"/>
          <w:sz w:val="22"/>
          <w:szCs w:val="22"/>
          <w:lang w:eastAsia="en-US"/>
        </w:rPr>
        <w:t>.............................................................................                        ......................................</w:t>
      </w:r>
    </w:p>
    <w:p w14:paraId="2F954E3A" w14:textId="77777777" w:rsidR="000021E3" w:rsidRPr="000021E3" w:rsidRDefault="000021E3" w:rsidP="000021E3">
      <w:pPr>
        <w:tabs>
          <w:tab w:val="left" w:pos="567"/>
        </w:tabs>
        <w:ind w:left="709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021E3">
        <w:rPr>
          <w:rFonts w:asciiTheme="minorHAnsi" w:eastAsiaTheme="minorHAnsi" w:hAnsiTheme="minorHAnsi" w:cstheme="minorBidi"/>
          <w:sz w:val="16"/>
          <w:szCs w:val="16"/>
          <w:lang w:eastAsia="en-US"/>
        </w:rPr>
        <w:t xml:space="preserve">                                      (imię i nazwisko)                                                                                                (podpis)</w:t>
      </w:r>
    </w:p>
    <w:p w14:paraId="0DE6E52F" w14:textId="77777777" w:rsidR="000021E3" w:rsidRPr="000021E3" w:rsidRDefault="000021E3" w:rsidP="000021E3">
      <w:pPr>
        <w:tabs>
          <w:tab w:val="left" w:pos="567"/>
        </w:tabs>
        <w:ind w:left="709"/>
        <w:contextualSpacing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p w14:paraId="6DF2F4F1" w14:textId="77777777" w:rsidR="000021E3" w:rsidRPr="000021E3" w:rsidRDefault="000021E3" w:rsidP="000021E3">
      <w:pPr>
        <w:tabs>
          <w:tab w:val="left" w:pos="567"/>
        </w:tabs>
        <w:ind w:left="709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CABBC96" w14:textId="77777777" w:rsidR="000021E3" w:rsidRPr="000021E3" w:rsidRDefault="000021E3" w:rsidP="000021E3">
      <w:pPr>
        <w:tabs>
          <w:tab w:val="left" w:pos="567"/>
        </w:tabs>
        <w:ind w:left="709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071D1D64" w14:textId="195D37D6" w:rsidR="000021E3" w:rsidRPr="000021E3" w:rsidRDefault="000021E3" w:rsidP="000021E3">
      <w:pPr>
        <w:numPr>
          <w:ilvl w:val="0"/>
          <w:numId w:val="16"/>
        </w:numPr>
        <w:tabs>
          <w:tab w:val="left" w:pos="567"/>
        </w:tabs>
        <w:spacing w:line="288" w:lineRule="auto"/>
        <w:ind w:left="426"/>
        <w:contextualSpacing/>
        <w:rPr>
          <w:rFonts w:asciiTheme="minorHAnsi" w:eastAsiaTheme="minorHAnsi" w:hAnsiTheme="minorHAnsi" w:cstheme="minorBidi"/>
          <w:sz w:val="16"/>
          <w:szCs w:val="16"/>
          <w:lang w:eastAsia="en-US"/>
        </w:rPr>
      </w:pPr>
      <w:r w:rsidRPr="000021E3">
        <w:rPr>
          <w:rFonts w:asciiTheme="minorHAnsi" w:eastAsiaTheme="minorHAnsi" w:hAnsiTheme="minorHAnsi" w:cstheme="minorBidi"/>
          <w:sz w:val="22"/>
          <w:szCs w:val="22"/>
          <w:lang w:eastAsia="en-US"/>
        </w:rPr>
        <w:t>Osoby ze strony Zamawiającego biorące udział w wizji lokalnej:</w:t>
      </w:r>
      <w:r w:rsidRPr="000021E3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</w:p>
    <w:p w14:paraId="41C55FB2" w14:textId="4B3847AB" w:rsidR="000021E3" w:rsidRPr="000021E3" w:rsidRDefault="000021E3" w:rsidP="000021E3">
      <w:pPr>
        <w:numPr>
          <w:ilvl w:val="1"/>
          <w:numId w:val="16"/>
        </w:numPr>
        <w:tabs>
          <w:tab w:val="left" w:pos="567"/>
        </w:tabs>
        <w:spacing w:line="288" w:lineRule="auto"/>
        <w:ind w:left="709"/>
        <w:contextualSpacing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021E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...........................................................................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....................................</w:t>
      </w:r>
      <w:r w:rsidRPr="000021E3">
        <w:rPr>
          <w:rFonts w:asciiTheme="minorHAnsi" w:eastAsiaTheme="minorHAnsi" w:hAnsiTheme="minorHAnsi" w:cstheme="minorBidi"/>
          <w:sz w:val="22"/>
          <w:szCs w:val="22"/>
          <w:lang w:eastAsia="en-US"/>
        </w:rPr>
        <w:br/>
      </w:r>
    </w:p>
    <w:p w14:paraId="4BF50229" w14:textId="10E5DAD3" w:rsidR="000021E3" w:rsidRPr="000021E3" w:rsidRDefault="000021E3" w:rsidP="000021E3">
      <w:pPr>
        <w:numPr>
          <w:ilvl w:val="1"/>
          <w:numId w:val="16"/>
        </w:numPr>
        <w:tabs>
          <w:tab w:val="left" w:pos="567"/>
        </w:tabs>
        <w:spacing w:line="288" w:lineRule="auto"/>
        <w:ind w:left="709"/>
        <w:contextualSpacing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021E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.............................................................................                  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.....................................                               </w:t>
      </w:r>
      <w:r w:rsidRPr="000021E3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</w:t>
      </w:r>
    </w:p>
    <w:bookmarkEnd w:id="0"/>
    <w:p w14:paraId="4A25A833" w14:textId="1EBC2D91" w:rsidR="001B2774" w:rsidRPr="00C212E2" w:rsidRDefault="001B2774" w:rsidP="00C212E2">
      <w:pPr>
        <w:ind w:left="5387" w:firstLine="6"/>
        <w:jc w:val="center"/>
        <w:rPr>
          <w:rFonts w:ascii="Arial" w:eastAsia="Calibri" w:hAnsi="Arial"/>
          <w:i/>
          <w:sz w:val="16"/>
          <w:szCs w:val="16"/>
        </w:rPr>
      </w:pPr>
    </w:p>
    <w:sectPr w:rsidR="001B2774" w:rsidRPr="00C212E2" w:rsidSect="00E362BE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134" w:right="991" w:bottom="993" w:left="993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0DDA9" w14:textId="77777777" w:rsidR="00086B1E" w:rsidRDefault="00086B1E" w:rsidP="00BD627E">
      <w:r>
        <w:separator/>
      </w:r>
    </w:p>
  </w:endnote>
  <w:endnote w:type="continuationSeparator" w:id="0">
    <w:p w14:paraId="71D085FC" w14:textId="77777777" w:rsidR="00086B1E" w:rsidRDefault="00086B1E" w:rsidP="00BD627E">
      <w:r>
        <w:continuationSeparator/>
      </w:r>
    </w:p>
  </w:endnote>
  <w:endnote w:type="continuationNotice" w:id="1">
    <w:p w14:paraId="0CC3FA8A" w14:textId="77777777" w:rsidR="00086B1E" w:rsidRDefault="00086B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9863110"/>
      <w:docPartObj>
        <w:docPartGallery w:val="Page Numbers (Bottom of Page)"/>
        <w:docPartUnique/>
      </w:docPartObj>
    </w:sdtPr>
    <w:sdtEndPr/>
    <w:sdtContent>
      <w:p w14:paraId="47559DE8" w14:textId="77777777" w:rsidR="008E48BB" w:rsidRDefault="008E48BB" w:rsidP="0085532A">
        <w:pPr>
          <w:pStyle w:val="Stopka"/>
          <w:jc w:val="center"/>
        </w:pPr>
      </w:p>
      <w:sdt>
        <w:sdtPr>
          <w:id w:val="1454913747"/>
          <w:docPartObj>
            <w:docPartGallery w:val="Page Numbers (Top of Page)"/>
            <w:docPartUnique/>
          </w:docPartObj>
        </w:sdtPr>
        <w:sdtEndPr/>
        <w:sdtContent>
          <w:p w14:paraId="3A97B8F4" w14:textId="3BB77246" w:rsidR="00E359B1" w:rsidRDefault="00E359B1">
            <w:pPr>
              <w:pStyle w:val="Stopka"/>
              <w:jc w:val="center"/>
            </w:pPr>
            <w:r w:rsidRPr="00E669C0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E669C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E669C0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E669C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418E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E669C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E669C0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E669C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E669C0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E669C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418E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E669C0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99F4327" w14:textId="77777777" w:rsidR="00BD627E" w:rsidRDefault="00BD62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5973948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D91AACE" w14:textId="3F3CBFD0" w:rsidR="007A64E2" w:rsidRPr="00E669C0" w:rsidRDefault="007A64E2">
            <w:pPr>
              <w:pStyle w:val="Stopka"/>
              <w:jc w:val="center"/>
            </w:pPr>
            <w:r w:rsidRPr="00E669C0">
              <w:rPr>
                <w:rFonts w:ascii="Arial" w:hAnsi="Arial"/>
                <w:sz w:val="16"/>
              </w:rPr>
              <w:t xml:space="preserve">Strona </w:t>
            </w:r>
            <w:r w:rsidRPr="00E669C0">
              <w:rPr>
                <w:rFonts w:ascii="Arial" w:hAnsi="Arial"/>
                <w:b/>
                <w:sz w:val="16"/>
              </w:rPr>
              <w:fldChar w:fldCharType="begin"/>
            </w:r>
            <w:r w:rsidRPr="00E669C0">
              <w:rPr>
                <w:rFonts w:ascii="Arial" w:hAnsi="Arial"/>
                <w:b/>
                <w:sz w:val="16"/>
              </w:rPr>
              <w:instrText>PAGE</w:instrText>
            </w:r>
            <w:r w:rsidRPr="00E669C0">
              <w:rPr>
                <w:rFonts w:ascii="Arial" w:hAnsi="Arial"/>
                <w:b/>
                <w:sz w:val="16"/>
              </w:rPr>
              <w:fldChar w:fldCharType="separate"/>
            </w:r>
            <w:r w:rsidR="0073047B">
              <w:rPr>
                <w:rFonts w:ascii="Arial" w:hAnsi="Arial"/>
                <w:b/>
                <w:noProof/>
                <w:sz w:val="16"/>
              </w:rPr>
              <w:t>1</w:t>
            </w:r>
            <w:r w:rsidRPr="00E669C0">
              <w:rPr>
                <w:rFonts w:ascii="Arial" w:hAnsi="Arial"/>
                <w:b/>
                <w:sz w:val="16"/>
              </w:rPr>
              <w:fldChar w:fldCharType="end"/>
            </w:r>
            <w:r w:rsidRPr="00E669C0">
              <w:rPr>
                <w:rFonts w:ascii="Arial" w:hAnsi="Arial"/>
                <w:sz w:val="16"/>
              </w:rPr>
              <w:t xml:space="preserve"> z </w:t>
            </w:r>
            <w:r w:rsidRPr="00365899">
              <w:rPr>
                <w:rFonts w:ascii="Arial" w:hAnsi="Arial"/>
                <w:b/>
                <w:sz w:val="16"/>
              </w:rPr>
              <w:fldChar w:fldCharType="begin"/>
            </w:r>
            <w:r w:rsidRPr="0036589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365899">
              <w:rPr>
                <w:rFonts w:ascii="Arial" w:hAnsi="Arial"/>
                <w:b/>
                <w:sz w:val="16"/>
              </w:rPr>
              <w:fldChar w:fldCharType="separate"/>
            </w:r>
            <w:r w:rsidR="00F418E2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1</w:t>
            </w:r>
            <w:r w:rsidRPr="00365899">
              <w:rPr>
                <w:rFonts w:ascii="Arial" w:hAnsi="Arial"/>
                <w:b/>
                <w:sz w:val="16"/>
              </w:rPr>
              <w:fldChar w:fldCharType="end"/>
            </w:r>
          </w:p>
        </w:sdtContent>
      </w:sdt>
    </w:sdtContent>
  </w:sdt>
  <w:p w14:paraId="18526FF7" w14:textId="77777777" w:rsidR="007A64E2" w:rsidRDefault="007A64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624E7" w14:textId="77777777" w:rsidR="00086B1E" w:rsidRDefault="00086B1E" w:rsidP="00BD627E">
      <w:r>
        <w:separator/>
      </w:r>
    </w:p>
  </w:footnote>
  <w:footnote w:type="continuationSeparator" w:id="0">
    <w:p w14:paraId="79BBA030" w14:textId="77777777" w:rsidR="00086B1E" w:rsidRDefault="00086B1E" w:rsidP="00BD627E">
      <w:r>
        <w:continuationSeparator/>
      </w:r>
    </w:p>
  </w:footnote>
  <w:footnote w:type="continuationNotice" w:id="1">
    <w:p w14:paraId="686BA6C2" w14:textId="77777777" w:rsidR="00086B1E" w:rsidRDefault="00086B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56DB7" w14:textId="53C8EF7E" w:rsidR="0073047B" w:rsidRDefault="00325DD3" w:rsidP="006D5FCE">
    <w:pPr>
      <w:tabs>
        <w:tab w:val="center" w:pos="4536"/>
        <w:tab w:val="right" w:pos="9072"/>
      </w:tabs>
      <w:ind w:right="-1"/>
      <w:jc w:val="right"/>
      <w:rPr>
        <w:rFonts w:ascii="Arial" w:hAnsi="Arial"/>
        <w:sz w:val="16"/>
      </w:rPr>
    </w:pPr>
    <w:r w:rsidRPr="00E669C0">
      <w:rPr>
        <w:rFonts w:ascii="Arial" w:hAnsi="Arial"/>
        <w:noProof/>
        <w:sz w:val="16"/>
      </w:rPr>
      <w:drawing>
        <wp:anchor distT="0" distB="0" distL="114300" distR="114300" simplePos="0" relativeHeight="251661312" behindDoc="0" locked="0" layoutInCell="1" allowOverlap="1" wp14:anchorId="18EEF341" wp14:editId="22067159">
          <wp:simplePos x="0" y="0"/>
          <wp:positionH relativeFrom="column">
            <wp:posOffset>35475</wp:posOffset>
          </wp:positionH>
          <wp:positionV relativeFrom="paragraph">
            <wp:posOffset>-145858</wp:posOffset>
          </wp:positionV>
          <wp:extent cx="1087915" cy="731448"/>
          <wp:effectExtent l="19050" t="19050" r="17145" b="12065"/>
          <wp:wrapNone/>
          <wp:docPr id="7" name="Obraz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92611" cy="734605"/>
                  </a:xfrm>
                  <a:prstGeom prst="rect">
                    <a:avLst/>
                  </a:prstGeom>
                  <a:noFill/>
                  <a:ln w="317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047B">
      <w:rPr>
        <w:rFonts w:ascii="Arial" w:hAnsi="Arial"/>
        <w:sz w:val="16"/>
      </w:rPr>
      <w:t xml:space="preserve"> </w:t>
    </w:r>
    <w:r>
      <w:rPr>
        <w:rFonts w:ascii="Arial" w:hAnsi="Arial"/>
        <w:sz w:val="16"/>
      </w:rPr>
      <w:tab/>
    </w:r>
    <w:r>
      <w:rPr>
        <w:rFonts w:ascii="Arial" w:hAnsi="Arial"/>
        <w:sz w:val="16"/>
      </w:rPr>
      <w:tab/>
    </w:r>
  </w:p>
  <w:p w14:paraId="28A9ADC5" w14:textId="22932F7C" w:rsidR="001E2964" w:rsidRPr="00E669C0" w:rsidRDefault="001E2964" w:rsidP="0073047B">
    <w:pPr>
      <w:spacing w:before="60"/>
      <w:jc w:val="right"/>
      <w:rPr>
        <w:rFonts w:ascii="Arial" w:hAnsi="Arial"/>
        <w:b/>
        <w:sz w:val="22"/>
      </w:rPr>
    </w:pPr>
  </w:p>
  <w:p w14:paraId="0558974C" w14:textId="075FAE44" w:rsidR="00560DB7" w:rsidRPr="006F301D" w:rsidRDefault="00560DB7">
    <w:pPr>
      <w:pStyle w:val="Nagwek"/>
      <w:rPr>
        <w:rFonts w:asciiTheme="minorHAnsi" w:hAnsiTheme="minorHAnsi" w:cstheme="minorHAnsi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34777" w14:textId="77777777" w:rsidR="007A64E2" w:rsidRPr="00E669C0" w:rsidRDefault="003D7685" w:rsidP="00095EA1">
    <w:pPr>
      <w:tabs>
        <w:tab w:val="center" w:pos="4536"/>
        <w:tab w:val="right" w:pos="9072"/>
      </w:tabs>
      <w:ind w:right="-1"/>
      <w:jc w:val="right"/>
      <w:rPr>
        <w:rFonts w:ascii="Arial" w:hAnsi="Arial"/>
        <w:sz w:val="16"/>
      </w:rPr>
    </w:pPr>
    <w:r w:rsidRPr="00E669C0">
      <w:rPr>
        <w:rFonts w:ascii="Arial" w:hAnsi="Arial"/>
        <w:noProof/>
        <w:sz w:val="16"/>
      </w:rPr>
      <w:drawing>
        <wp:anchor distT="0" distB="0" distL="114300" distR="114300" simplePos="0" relativeHeight="251657216" behindDoc="0" locked="0" layoutInCell="1" allowOverlap="1" wp14:anchorId="5145338B" wp14:editId="66D73D0D">
          <wp:simplePos x="0" y="0"/>
          <wp:positionH relativeFrom="column">
            <wp:posOffset>-287655</wp:posOffset>
          </wp:positionH>
          <wp:positionV relativeFrom="paragraph">
            <wp:posOffset>-316230</wp:posOffset>
          </wp:positionV>
          <wp:extent cx="1035050" cy="506095"/>
          <wp:effectExtent l="19050" t="19050" r="12700" b="27305"/>
          <wp:wrapNone/>
          <wp:docPr id="6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506095"/>
                  </a:xfrm>
                  <a:prstGeom prst="rect">
                    <a:avLst/>
                  </a:prstGeom>
                  <a:noFill/>
                  <a:ln w="317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D1CC7">
      <w:rPr>
        <w:rFonts w:ascii="Arial" w:hAnsi="Arial"/>
        <w:sz w:val="16"/>
      </w:rPr>
      <w:t xml:space="preserve"> Szacowanie wartości zakupu</w:t>
    </w:r>
  </w:p>
  <w:p w14:paraId="7F4971D3" w14:textId="53ACB669" w:rsidR="00CA055F" w:rsidRPr="00E669C0" w:rsidRDefault="007A64E2" w:rsidP="000F47D0">
    <w:pPr>
      <w:spacing w:before="60"/>
      <w:jc w:val="right"/>
      <w:rPr>
        <w:rFonts w:ascii="Arial" w:hAnsi="Arial"/>
        <w:b/>
        <w:sz w:val="22"/>
      </w:rPr>
    </w:pPr>
    <w:r w:rsidRPr="007739C1">
      <w:rPr>
        <w:rFonts w:ascii="Arial" w:hAnsi="Arial" w:cs="Arial"/>
        <w:sz w:val="16"/>
        <w:szCs w:val="16"/>
      </w:rPr>
      <w:t>Zał.</w:t>
    </w:r>
    <w:r w:rsidR="00B82EB2">
      <w:rPr>
        <w:rFonts w:ascii="Arial" w:hAnsi="Arial" w:cs="Arial"/>
        <w:sz w:val="16"/>
        <w:szCs w:val="16"/>
      </w:rPr>
      <w:t>1</w:t>
    </w:r>
    <w:r w:rsidR="001E50CB">
      <w:rPr>
        <w:rFonts w:ascii="Arial" w:hAnsi="Arial" w:cs="Arial"/>
        <w:sz w:val="16"/>
        <w:szCs w:val="16"/>
      </w:rPr>
      <w:t xml:space="preserve">3 </w:t>
    </w:r>
    <w:r w:rsidRPr="00E669C0">
      <w:rPr>
        <w:rFonts w:ascii="Arial" w:hAnsi="Arial"/>
        <w:sz w:val="16"/>
      </w:rPr>
      <w:t xml:space="preserve">do </w:t>
    </w:r>
    <w:r w:rsidR="00B82EB2">
      <w:rPr>
        <w:rFonts w:ascii="Arial" w:hAnsi="Arial"/>
        <w:sz w:val="16"/>
      </w:rPr>
      <w:t>PROG 00096</w:t>
    </w:r>
    <w:r w:rsidR="00AC479F" w:rsidRPr="00E669C0">
      <w:rPr>
        <w:rFonts w:ascii="Arial" w:hAnsi="Arial"/>
        <w:sz w:val="16"/>
      </w:rPr>
      <w:t>/</w:t>
    </w:r>
    <w:r w:rsidR="00B82EB2">
      <w:rPr>
        <w:rFonts w:ascii="Arial" w:hAnsi="Arial"/>
        <w:sz w:val="16"/>
      </w:rPr>
      <w:t>E</w:t>
    </w:r>
    <w:r w:rsidR="00806A8B" w:rsidRPr="00E669C0" w:rsidDel="00AC479F">
      <w:rPr>
        <w:rFonts w:ascii="Arial" w:hAnsi="Arial"/>
        <w:sz w:val="16"/>
      </w:rPr>
      <w:t xml:space="preserve"> </w:t>
    </w:r>
    <w:r w:rsidR="00EB06ED">
      <w:rPr>
        <w:rFonts w:ascii="Arial" w:hAnsi="Arial"/>
        <w:sz w:val="16"/>
      </w:rPr>
      <w:t>Procedura Ogólna Zakupów Grupy Kapitałowej PGE</w:t>
    </w:r>
  </w:p>
  <w:p w14:paraId="3FA0A470" w14:textId="77777777" w:rsidR="007A64E2" w:rsidRPr="007A64E2" w:rsidRDefault="0050405F" w:rsidP="007A64E2">
    <w:pPr>
      <w:tabs>
        <w:tab w:val="center" w:pos="4536"/>
        <w:tab w:val="right" w:pos="9072"/>
      </w:tabs>
      <w:ind w:right="360"/>
      <w:jc w:val="right"/>
      <w:rPr>
        <w:rFonts w:ascii="Calibri" w:hAnsi="Calibri" w:cs="Calibri"/>
        <w:sz w:val="16"/>
        <w:szCs w:val="20"/>
      </w:rPr>
    </w:pPr>
    <w:r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4E0897" wp14:editId="4EAC8623">
              <wp:simplePos x="0" y="0"/>
              <wp:positionH relativeFrom="column">
                <wp:posOffset>-88900</wp:posOffset>
              </wp:positionH>
              <wp:positionV relativeFrom="paragraph">
                <wp:posOffset>97155</wp:posOffset>
              </wp:positionV>
              <wp:extent cx="6449695" cy="0"/>
              <wp:effectExtent l="0" t="0" r="27305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969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A3AF8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7pt;margin-top:7.65pt;width:507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" strokecolor="#ef7f00"/>
          </w:pict>
        </mc:Fallback>
      </mc:AlternateContent>
    </w:r>
  </w:p>
  <w:p w14:paraId="10D12F09" w14:textId="77777777" w:rsidR="003D7685" w:rsidRPr="009B202C" w:rsidRDefault="003D7685" w:rsidP="009B202C">
    <w:pPr>
      <w:pStyle w:val="Nagwek"/>
      <w:jc w:val="right"/>
      <w:rPr>
        <w:rFonts w:ascii="Calibri" w:hAnsi="Calibri" w:cs="Calibri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B90502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77E12"/>
    <w:multiLevelType w:val="hybridMultilevel"/>
    <w:tmpl w:val="B202A5F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D84258F"/>
    <w:multiLevelType w:val="hybridMultilevel"/>
    <w:tmpl w:val="244270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21252C"/>
    <w:multiLevelType w:val="hybridMultilevel"/>
    <w:tmpl w:val="D3DA0F12"/>
    <w:lvl w:ilvl="0" w:tplc="26CCD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F908F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9C5368D"/>
    <w:multiLevelType w:val="hybridMultilevel"/>
    <w:tmpl w:val="031A49BE"/>
    <w:lvl w:ilvl="0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2AB472EF"/>
    <w:multiLevelType w:val="hybridMultilevel"/>
    <w:tmpl w:val="27183772"/>
    <w:lvl w:ilvl="0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7" w15:restartNumberingAfterBreak="0">
    <w:nsid w:val="2FF75D1C"/>
    <w:multiLevelType w:val="hybridMultilevel"/>
    <w:tmpl w:val="FDE6092E"/>
    <w:lvl w:ilvl="0" w:tplc="6AC4774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6017AA8"/>
    <w:multiLevelType w:val="hybridMultilevel"/>
    <w:tmpl w:val="F12A72DA"/>
    <w:lvl w:ilvl="0" w:tplc="B6661242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1B407C"/>
    <w:multiLevelType w:val="hybridMultilevel"/>
    <w:tmpl w:val="3D1CA43C"/>
    <w:lvl w:ilvl="0" w:tplc="3626E18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370EAF"/>
    <w:multiLevelType w:val="hybridMultilevel"/>
    <w:tmpl w:val="6AFE3356"/>
    <w:lvl w:ilvl="0" w:tplc="B8725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C6C61"/>
    <w:multiLevelType w:val="hybridMultilevel"/>
    <w:tmpl w:val="DFC4EDAC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FB44372">
      <w:numFmt w:val="bullet"/>
      <w:lvlText w:val="•"/>
      <w:lvlJc w:val="left"/>
      <w:pPr>
        <w:ind w:left="2685" w:hanging="705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63E4F"/>
    <w:multiLevelType w:val="hybridMultilevel"/>
    <w:tmpl w:val="30FE0E74"/>
    <w:lvl w:ilvl="0" w:tplc="F7B09FD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B15DC7"/>
    <w:multiLevelType w:val="hybridMultilevel"/>
    <w:tmpl w:val="55E478B0"/>
    <w:lvl w:ilvl="0" w:tplc="B8725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A50E80"/>
    <w:multiLevelType w:val="hybridMultilevel"/>
    <w:tmpl w:val="DC8A36A6"/>
    <w:lvl w:ilvl="0" w:tplc="3626E18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127071"/>
    <w:multiLevelType w:val="hybridMultilevel"/>
    <w:tmpl w:val="BBB6AF62"/>
    <w:lvl w:ilvl="0" w:tplc="3626E18E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3895511">
    <w:abstractNumId w:val="11"/>
  </w:num>
  <w:num w:numId="2" w16cid:durableId="426973520">
    <w:abstractNumId w:val="15"/>
  </w:num>
  <w:num w:numId="3" w16cid:durableId="774590867">
    <w:abstractNumId w:val="14"/>
  </w:num>
  <w:num w:numId="4" w16cid:durableId="1637486690">
    <w:abstractNumId w:val="9"/>
  </w:num>
  <w:num w:numId="5" w16cid:durableId="1908806196">
    <w:abstractNumId w:val="7"/>
  </w:num>
  <w:num w:numId="6" w16cid:durableId="1095438799">
    <w:abstractNumId w:val="1"/>
  </w:num>
  <w:num w:numId="7" w16cid:durableId="330107784">
    <w:abstractNumId w:val="5"/>
  </w:num>
  <w:num w:numId="8" w16cid:durableId="1509443613">
    <w:abstractNumId w:val="6"/>
  </w:num>
  <w:num w:numId="9" w16cid:durableId="857162538">
    <w:abstractNumId w:val="4"/>
  </w:num>
  <w:num w:numId="10" w16cid:durableId="1841699064">
    <w:abstractNumId w:val="8"/>
  </w:num>
  <w:num w:numId="11" w16cid:durableId="1168909714">
    <w:abstractNumId w:val="3"/>
  </w:num>
  <w:num w:numId="12" w16cid:durableId="632053436">
    <w:abstractNumId w:val="13"/>
  </w:num>
  <w:num w:numId="13" w16cid:durableId="175774050">
    <w:abstractNumId w:val="10"/>
  </w:num>
  <w:num w:numId="14" w16cid:durableId="713389119">
    <w:abstractNumId w:val="0"/>
  </w:num>
  <w:num w:numId="15" w16cid:durableId="483008798">
    <w:abstractNumId w:val="2"/>
  </w:num>
  <w:num w:numId="16" w16cid:durableId="1920746633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5C031BE-28C6-4083-BDC1-21218D17D0A6}"/>
  </w:docVars>
  <w:rsids>
    <w:rsidRoot w:val="00B03E60"/>
    <w:rsid w:val="0000055F"/>
    <w:rsid w:val="00001976"/>
    <w:rsid w:val="000021E3"/>
    <w:rsid w:val="00004B78"/>
    <w:rsid w:val="000079EA"/>
    <w:rsid w:val="00026810"/>
    <w:rsid w:val="00026D9A"/>
    <w:rsid w:val="00036148"/>
    <w:rsid w:val="00040E4D"/>
    <w:rsid w:val="000478CC"/>
    <w:rsid w:val="000479B0"/>
    <w:rsid w:val="00050612"/>
    <w:rsid w:val="00051290"/>
    <w:rsid w:val="00057683"/>
    <w:rsid w:val="000611BA"/>
    <w:rsid w:val="00065919"/>
    <w:rsid w:val="0006776B"/>
    <w:rsid w:val="000707A5"/>
    <w:rsid w:val="0007434D"/>
    <w:rsid w:val="000753C9"/>
    <w:rsid w:val="00080C91"/>
    <w:rsid w:val="00086115"/>
    <w:rsid w:val="00086B1E"/>
    <w:rsid w:val="00090208"/>
    <w:rsid w:val="00090921"/>
    <w:rsid w:val="00092CD3"/>
    <w:rsid w:val="00095EA1"/>
    <w:rsid w:val="00095F07"/>
    <w:rsid w:val="0009659B"/>
    <w:rsid w:val="000965A3"/>
    <w:rsid w:val="000971AB"/>
    <w:rsid w:val="000A1A02"/>
    <w:rsid w:val="000A52CD"/>
    <w:rsid w:val="000B0F7B"/>
    <w:rsid w:val="000B46E3"/>
    <w:rsid w:val="000B7759"/>
    <w:rsid w:val="000C626D"/>
    <w:rsid w:val="000D07FA"/>
    <w:rsid w:val="000D368C"/>
    <w:rsid w:val="000D3CB2"/>
    <w:rsid w:val="000E1348"/>
    <w:rsid w:val="000E5805"/>
    <w:rsid w:val="000F0671"/>
    <w:rsid w:val="000F1C74"/>
    <w:rsid w:val="000F1D0C"/>
    <w:rsid w:val="000F47D0"/>
    <w:rsid w:val="000F541A"/>
    <w:rsid w:val="000F553D"/>
    <w:rsid w:val="000F6498"/>
    <w:rsid w:val="00101EA8"/>
    <w:rsid w:val="00107DD3"/>
    <w:rsid w:val="00110588"/>
    <w:rsid w:val="001116F8"/>
    <w:rsid w:val="0011630C"/>
    <w:rsid w:val="00123136"/>
    <w:rsid w:val="00125B02"/>
    <w:rsid w:val="00135478"/>
    <w:rsid w:val="001410C8"/>
    <w:rsid w:val="00150216"/>
    <w:rsid w:val="0016551D"/>
    <w:rsid w:val="00180173"/>
    <w:rsid w:val="0018569D"/>
    <w:rsid w:val="00197624"/>
    <w:rsid w:val="001A05A5"/>
    <w:rsid w:val="001A14FA"/>
    <w:rsid w:val="001B08CC"/>
    <w:rsid w:val="001B2188"/>
    <w:rsid w:val="001B2252"/>
    <w:rsid w:val="001B2774"/>
    <w:rsid w:val="001B685C"/>
    <w:rsid w:val="001C141E"/>
    <w:rsid w:val="001C54FB"/>
    <w:rsid w:val="001D2272"/>
    <w:rsid w:val="001E2964"/>
    <w:rsid w:val="001E3808"/>
    <w:rsid w:val="001E40F4"/>
    <w:rsid w:val="001E50CB"/>
    <w:rsid w:val="001E5E1F"/>
    <w:rsid w:val="001E730D"/>
    <w:rsid w:val="001E7580"/>
    <w:rsid w:val="001F29B5"/>
    <w:rsid w:val="001F357F"/>
    <w:rsid w:val="001F4B1F"/>
    <w:rsid w:val="00205A93"/>
    <w:rsid w:val="00211ED6"/>
    <w:rsid w:val="0022178C"/>
    <w:rsid w:val="00222EEA"/>
    <w:rsid w:val="0022328C"/>
    <w:rsid w:val="0022669C"/>
    <w:rsid w:val="00235123"/>
    <w:rsid w:val="0024387A"/>
    <w:rsid w:val="00245068"/>
    <w:rsid w:val="002451AA"/>
    <w:rsid w:val="00253AF4"/>
    <w:rsid w:val="002567A4"/>
    <w:rsid w:val="00260096"/>
    <w:rsid w:val="00270C3D"/>
    <w:rsid w:val="002748DC"/>
    <w:rsid w:val="00274C25"/>
    <w:rsid w:val="00280333"/>
    <w:rsid w:val="0028318F"/>
    <w:rsid w:val="002868F7"/>
    <w:rsid w:val="00290726"/>
    <w:rsid w:val="00290EE1"/>
    <w:rsid w:val="0029227A"/>
    <w:rsid w:val="0029303A"/>
    <w:rsid w:val="00294FDF"/>
    <w:rsid w:val="00297DAF"/>
    <w:rsid w:val="002A015E"/>
    <w:rsid w:val="002A15BD"/>
    <w:rsid w:val="002B0244"/>
    <w:rsid w:val="002B0B62"/>
    <w:rsid w:val="002B14DF"/>
    <w:rsid w:val="002B2576"/>
    <w:rsid w:val="002B401A"/>
    <w:rsid w:val="002B635B"/>
    <w:rsid w:val="002B707D"/>
    <w:rsid w:val="002C4A3D"/>
    <w:rsid w:val="002C6224"/>
    <w:rsid w:val="002D057D"/>
    <w:rsid w:val="002D33EB"/>
    <w:rsid w:val="002D3731"/>
    <w:rsid w:val="002D6519"/>
    <w:rsid w:val="002D7064"/>
    <w:rsid w:val="002E0E9A"/>
    <w:rsid w:val="002E680C"/>
    <w:rsid w:val="002E6ED4"/>
    <w:rsid w:val="002F13C5"/>
    <w:rsid w:val="002F481A"/>
    <w:rsid w:val="0030317E"/>
    <w:rsid w:val="00304F1E"/>
    <w:rsid w:val="00305472"/>
    <w:rsid w:val="00307FC1"/>
    <w:rsid w:val="00313FAE"/>
    <w:rsid w:val="00320DD8"/>
    <w:rsid w:val="00325DD3"/>
    <w:rsid w:val="00330196"/>
    <w:rsid w:val="003343F8"/>
    <w:rsid w:val="0033583A"/>
    <w:rsid w:val="00343B06"/>
    <w:rsid w:val="00344C20"/>
    <w:rsid w:val="00345D7F"/>
    <w:rsid w:val="00347623"/>
    <w:rsid w:val="00352372"/>
    <w:rsid w:val="003536AF"/>
    <w:rsid w:val="00353976"/>
    <w:rsid w:val="003548F9"/>
    <w:rsid w:val="00354A94"/>
    <w:rsid w:val="0036174F"/>
    <w:rsid w:val="00365899"/>
    <w:rsid w:val="003712C5"/>
    <w:rsid w:val="00374044"/>
    <w:rsid w:val="003751ED"/>
    <w:rsid w:val="00384DF0"/>
    <w:rsid w:val="0038624A"/>
    <w:rsid w:val="00386CD6"/>
    <w:rsid w:val="003872F9"/>
    <w:rsid w:val="003906C1"/>
    <w:rsid w:val="00396D0D"/>
    <w:rsid w:val="003A1384"/>
    <w:rsid w:val="003A3261"/>
    <w:rsid w:val="003A43B2"/>
    <w:rsid w:val="003A609F"/>
    <w:rsid w:val="003B1FC9"/>
    <w:rsid w:val="003B22F0"/>
    <w:rsid w:val="003B3213"/>
    <w:rsid w:val="003B5FB8"/>
    <w:rsid w:val="003B7B2F"/>
    <w:rsid w:val="003C1619"/>
    <w:rsid w:val="003C3388"/>
    <w:rsid w:val="003C4644"/>
    <w:rsid w:val="003C621B"/>
    <w:rsid w:val="003C674E"/>
    <w:rsid w:val="003C7B9E"/>
    <w:rsid w:val="003D2D59"/>
    <w:rsid w:val="003D7685"/>
    <w:rsid w:val="003D79C0"/>
    <w:rsid w:val="003E73B8"/>
    <w:rsid w:val="003F20EB"/>
    <w:rsid w:val="003F61B7"/>
    <w:rsid w:val="003F6F73"/>
    <w:rsid w:val="003F7306"/>
    <w:rsid w:val="0040184C"/>
    <w:rsid w:val="00406A8C"/>
    <w:rsid w:val="004113AA"/>
    <w:rsid w:val="00412D3D"/>
    <w:rsid w:val="004156A8"/>
    <w:rsid w:val="004164B8"/>
    <w:rsid w:val="00424424"/>
    <w:rsid w:val="00433DDD"/>
    <w:rsid w:val="00434372"/>
    <w:rsid w:val="00440EE2"/>
    <w:rsid w:val="004515E3"/>
    <w:rsid w:val="00452ACE"/>
    <w:rsid w:val="00457E17"/>
    <w:rsid w:val="00460262"/>
    <w:rsid w:val="0046088F"/>
    <w:rsid w:val="004624C0"/>
    <w:rsid w:val="00465D74"/>
    <w:rsid w:val="00476D0A"/>
    <w:rsid w:val="00477DD3"/>
    <w:rsid w:val="004818DD"/>
    <w:rsid w:val="00483D3D"/>
    <w:rsid w:val="00484995"/>
    <w:rsid w:val="00490BAE"/>
    <w:rsid w:val="00497E9F"/>
    <w:rsid w:val="004A0C08"/>
    <w:rsid w:val="004A54CE"/>
    <w:rsid w:val="004B2B96"/>
    <w:rsid w:val="004B4283"/>
    <w:rsid w:val="004B4819"/>
    <w:rsid w:val="004B49B3"/>
    <w:rsid w:val="004B7222"/>
    <w:rsid w:val="004C111C"/>
    <w:rsid w:val="004D0773"/>
    <w:rsid w:val="004D1DD8"/>
    <w:rsid w:val="004D6CE1"/>
    <w:rsid w:val="004E7DAE"/>
    <w:rsid w:val="004F6EE1"/>
    <w:rsid w:val="0050405F"/>
    <w:rsid w:val="00504D39"/>
    <w:rsid w:val="00505306"/>
    <w:rsid w:val="00507F3C"/>
    <w:rsid w:val="00521B3F"/>
    <w:rsid w:val="00523D35"/>
    <w:rsid w:val="00530350"/>
    <w:rsid w:val="0053152C"/>
    <w:rsid w:val="00535C5D"/>
    <w:rsid w:val="005362D5"/>
    <w:rsid w:val="005437C3"/>
    <w:rsid w:val="00545DB5"/>
    <w:rsid w:val="005468F5"/>
    <w:rsid w:val="00555526"/>
    <w:rsid w:val="00557060"/>
    <w:rsid w:val="00560DB7"/>
    <w:rsid w:val="00562C5F"/>
    <w:rsid w:val="005673B3"/>
    <w:rsid w:val="00572C83"/>
    <w:rsid w:val="005732FF"/>
    <w:rsid w:val="00573F97"/>
    <w:rsid w:val="00575293"/>
    <w:rsid w:val="00580834"/>
    <w:rsid w:val="00580BB1"/>
    <w:rsid w:val="005815CC"/>
    <w:rsid w:val="005842F7"/>
    <w:rsid w:val="0058481D"/>
    <w:rsid w:val="00585022"/>
    <w:rsid w:val="00585CA0"/>
    <w:rsid w:val="00587815"/>
    <w:rsid w:val="00592547"/>
    <w:rsid w:val="005A0BEE"/>
    <w:rsid w:val="005A0E1A"/>
    <w:rsid w:val="005A20BE"/>
    <w:rsid w:val="005A4B60"/>
    <w:rsid w:val="005C18EE"/>
    <w:rsid w:val="005C3ADD"/>
    <w:rsid w:val="005C3DCA"/>
    <w:rsid w:val="005C4633"/>
    <w:rsid w:val="005C5095"/>
    <w:rsid w:val="005D1CC7"/>
    <w:rsid w:val="005D4494"/>
    <w:rsid w:val="005D54E3"/>
    <w:rsid w:val="005E6333"/>
    <w:rsid w:val="005F72C5"/>
    <w:rsid w:val="005F78E2"/>
    <w:rsid w:val="005F7F6C"/>
    <w:rsid w:val="00607130"/>
    <w:rsid w:val="0061093A"/>
    <w:rsid w:val="006157E5"/>
    <w:rsid w:val="00615C70"/>
    <w:rsid w:val="00630A06"/>
    <w:rsid w:val="0063615D"/>
    <w:rsid w:val="006379C4"/>
    <w:rsid w:val="00642A5A"/>
    <w:rsid w:val="00642B43"/>
    <w:rsid w:val="00643A7D"/>
    <w:rsid w:val="0065172B"/>
    <w:rsid w:val="00652C8A"/>
    <w:rsid w:val="00655768"/>
    <w:rsid w:val="00657083"/>
    <w:rsid w:val="00657883"/>
    <w:rsid w:val="00660F12"/>
    <w:rsid w:val="00661CD1"/>
    <w:rsid w:val="006656A9"/>
    <w:rsid w:val="00676651"/>
    <w:rsid w:val="0067761E"/>
    <w:rsid w:val="00685FD6"/>
    <w:rsid w:val="00694BEE"/>
    <w:rsid w:val="006A1C4C"/>
    <w:rsid w:val="006A47D4"/>
    <w:rsid w:val="006A6BAA"/>
    <w:rsid w:val="006A7BF4"/>
    <w:rsid w:val="006B1D53"/>
    <w:rsid w:val="006B3955"/>
    <w:rsid w:val="006C0C72"/>
    <w:rsid w:val="006C14B1"/>
    <w:rsid w:val="006C478E"/>
    <w:rsid w:val="006C6A68"/>
    <w:rsid w:val="006D5FCE"/>
    <w:rsid w:val="006D7A2A"/>
    <w:rsid w:val="006E4432"/>
    <w:rsid w:val="006E4485"/>
    <w:rsid w:val="006E5105"/>
    <w:rsid w:val="006F09FA"/>
    <w:rsid w:val="006F301D"/>
    <w:rsid w:val="006F44B4"/>
    <w:rsid w:val="006F65DB"/>
    <w:rsid w:val="007035E7"/>
    <w:rsid w:val="00704F4A"/>
    <w:rsid w:val="007060FB"/>
    <w:rsid w:val="0070639E"/>
    <w:rsid w:val="00707554"/>
    <w:rsid w:val="00710CB3"/>
    <w:rsid w:val="00711ADF"/>
    <w:rsid w:val="007202D1"/>
    <w:rsid w:val="0072065E"/>
    <w:rsid w:val="0073047B"/>
    <w:rsid w:val="00737B3D"/>
    <w:rsid w:val="00740956"/>
    <w:rsid w:val="00741FDB"/>
    <w:rsid w:val="00743534"/>
    <w:rsid w:val="00743B2F"/>
    <w:rsid w:val="00746535"/>
    <w:rsid w:val="007515B4"/>
    <w:rsid w:val="007531FA"/>
    <w:rsid w:val="007539B7"/>
    <w:rsid w:val="007541E9"/>
    <w:rsid w:val="007551A2"/>
    <w:rsid w:val="00756553"/>
    <w:rsid w:val="00765250"/>
    <w:rsid w:val="0077077F"/>
    <w:rsid w:val="007739C1"/>
    <w:rsid w:val="00774D7A"/>
    <w:rsid w:val="00794137"/>
    <w:rsid w:val="0079613A"/>
    <w:rsid w:val="007A2799"/>
    <w:rsid w:val="007A64E2"/>
    <w:rsid w:val="007A7365"/>
    <w:rsid w:val="007B10A8"/>
    <w:rsid w:val="007B2A32"/>
    <w:rsid w:val="007B6AD6"/>
    <w:rsid w:val="007E54CD"/>
    <w:rsid w:val="007E5F77"/>
    <w:rsid w:val="007E6273"/>
    <w:rsid w:val="007F13C1"/>
    <w:rsid w:val="007F255C"/>
    <w:rsid w:val="00803790"/>
    <w:rsid w:val="00806A8B"/>
    <w:rsid w:val="008070FC"/>
    <w:rsid w:val="00814064"/>
    <w:rsid w:val="00815E14"/>
    <w:rsid w:val="00817F8D"/>
    <w:rsid w:val="00821B4B"/>
    <w:rsid w:val="008276A3"/>
    <w:rsid w:val="00831D54"/>
    <w:rsid w:val="0083299E"/>
    <w:rsid w:val="008330EB"/>
    <w:rsid w:val="00837F3B"/>
    <w:rsid w:val="00840BB1"/>
    <w:rsid w:val="00841463"/>
    <w:rsid w:val="00844F49"/>
    <w:rsid w:val="00846C1E"/>
    <w:rsid w:val="008542A0"/>
    <w:rsid w:val="0085532A"/>
    <w:rsid w:val="00860AC2"/>
    <w:rsid w:val="00860B9C"/>
    <w:rsid w:val="008622A6"/>
    <w:rsid w:val="008674A0"/>
    <w:rsid w:val="00867FA8"/>
    <w:rsid w:val="008759BF"/>
    <w:rsid w:val="00875E04"/>
    <w:rsid w:val="00877407"/>
    <w:rsid w:val="0088095D"/>
    <w:rsid w:val="00882D36"/>
    <w:rsid w:val="00884581"/>
    <w:rsid w:val="00886ECC"/>
    <w:rsid w:val="008914F2"/>
    <w:rsid w:val="00892662"/>
    <w:rsid w:val="008926B0"/>
    <w:rsid w:val="00892D96"/>
    <w:rsid w:val="008934D5"/>
    <w:rsid w:val="0089594B"/>
    <w:rsid w:val="00895C1D"/>
    <w:rsid w:val="008965EE"/>
    <w:rsid w:val="008B068E"/>
    <w:rsid w:val="008C0A9E"/>
    <w:rsid w:val="008C263D"/>
    <w:rsid w:val="008C278D"/>
    <w:rsid w:val="008C3467"/>
    <w:rsid w:val="008D08B8"/>
    <w:rsid w:val="008D4CB2"/>
    <w:rsid w:val="008D5FCE"/>
    <w:rsid w:val="008D77E7"/>
    <w:rsid w:val="008E28F5"/>
    <w:rsid w:val="008E4147"/>
    <w:rsid w:val="008E48BB"/>
    <w:rsid w:val="008F3F1E"/>
    <w:rsid w:val="008F75D7"/>
    <w:rsid w:val="00903745"/>
    <w:rsid w:val="009111E0"/>
    <w:rsid w:val="00915AD0"/>
    <w:rsid w:val="009276AB"/>
    <w:rsid w:val="009316FD"/>
    <w:rsid w:val="0093395D"/>
    <w:rsid w:val="0093443D"/>
    <w:rsid w:val="009453D5"/>
    <w:rsid w:val="009459CD"/>
    <w:rsid w:val="00947AEA"/>
    <w:rsid w:val="00950221"/>
    <w:rsid w:val="009534D9"/>
    <w:rsid w:val="00953951"/>
    <w:rsid w:val="009635BE"/>
    <w:rsid w:val="0096466E"/>
    <w:rsid w:val="00966A77"/>
    <w:rsid w:val="009763A6"/>
    <w:rsid w:val="00981835"/>
    <w:rsid w:val="00982FB8"/>
    <w:rsid w:val="009873BB"/>
    <w:rsid w:val="00987D80"/>
    <w:rsid w:val="00990505"/>
    <w:rsid w:val="009925EE"/>
    <w:rsid w:val="00994E8A"/>
    <w:rsid w:val="009A42B1"/>
    <w:rsid w:val="009A44D8"/>
    <w:rsid w:val="009A4573"/>
    <w:rsid w:val="009A4B70"/>
    <w:rsid w:val="009B0D73"/>
    <w:rsid w:val="009B202C"/>
    <w:rsid w:val="009B30EB"/>
    <w:rsid w:val="009B61E3"/>
    <w:rsid w:val="009B6A19"/>
    <w:rsid w:val="009C00D2"/>
    <w:rsid w:val="009C0CC4"/>
    <w:rsid w:val="009C6E27"/>
    <w:rsid w:val="009D0A05"/>
    <w:rsid w:val="009D112E"/>
    <w:rsid w:val="009D1334"/>
    <w:rsid w:val="009D393B"/>
    <w:rsid w:val="009D6A50"/>
    <w:rsid w:val="009D6B05"/>
    <w:rsid w:val="009D6CE5"/>
    <w:rsid w:val="009E372D"/>
    <w:rsid w:val="009F2A73"/>
    <w:rsid w:val="009F4E6D"/>
    <w:rsid w:val="009F55B4"/>
    <w:rsid w:val="00A007A7"/>
    <w:rsid w:val="00A02E16"/>
    <w:rsid w:val="00A05F40"/>
    <w:rsid w:val="00A10685"/>
    <w:rsid w:val="00A132C7"/>
    <w:rsid w:val="00A22E19"/>
    <w:rsid w:val="00A24048"/>
    <w:rsid w:val="00A30063"/>
    <w:rsid w:val="00A33E90"/>
    <w:rsid w:val="00A3516A"/>
    <w:rsid w:val="00A3534A"/>
    <w:rsid w:val="00A364B1"/>
    <w:rsid w:val="00A36522"/>
    <w:rsid w:val="00A42673"/>
    <w:rsid w:val="00A4680C"/>
    <w:rsid w:val="00A46F0D"/>
    <w:rsid w:val="00A535A9"/>
    <w:rsid w:val="00A605B8"/>
    <w:rsid w:val="00A62206"/>
    <w:rsid w:val="00A66791"/>
    <w:rsid w:val="00A71CF1"/>
    <w:rsid w:val="00A819FD"/>
    <w:rsid w:val="00A82781"/>
    <w:rsid w:val="00A83D42"/>
    <w:rsid w:val="00A8787E"/>
    <w:rsid w:val="00A922B6"/>
    <w:rsid w:val="00A935BD"/>
    <w:rsid w:val="00A9650E"/>
    <w:rsid w:val="00AA24D7"/>
    <w:rsid w:val="00AA2AEF"/>
    <w:rsid w:val="00AB045C"/>
    <w:rsid w:val="00AB058C"/>
    <w:rsid w:val="00AB45F5"/>
    <w:rsid w:val="00AB47C1"/>
    <w:rsid w:val="00AB4C14"/>
    <w:rsid w:val="00AC2AAF"/>
    <w:rsid w:val="00AC3795"/>
    <w:rsid w:val="00AC479F"/>
    <w:rsid w:val="00AD02ED"/>
    <w:rsid w:val="00AD304B"/>
    <w:rsid w:val="00AE2F2D"/>
    <w:rsid w:val="00AE5482"/>
    <w:rsid w:val="00AE7C6B"/>
    <w:rsid w:val="00AF0D5E"/>
    <w:rsid w:val="00AF16F8"/>
    <w:rsid w:val="00AF1E42"/>
    <w:rsid w:val="00AF3C57"/>
    <w:rsid w:val="00AF3D21"/>
    <w:rsid w:val="00AF50FF"/>
    <w:rsid w:val="00AF6AE7"/>
    <w:rsid w:val="00AF76CE"/>
    <w:rsid w:val="00B023AD"/>
    <w:rsid w:val="00B03286"/>
    <w:rsid w:val="00B03E60"/>
    <w:rsid w:val="00B062F8"/>
    <w:rsid w:val="00B11C81"/>
    <w:rsid w:val="00B15499"/>
    <w:rsid w:val="00B156DC"/>
    <w:rsid w:val="00B15FCE"/>
    <w:rsid w:val="00B30FF8"/>
    <w:rsid w:val="00B470E0"/>
    <w:rsid w:val="00B52BA6"/>
    <w:rsid w:val="00B5341A"/>
    <w:rsid w:val="00B53D07"/>
    <w:rsid w:val="00B55776"/>
    <w:rsid w:val="00B60102"/>
    <w:rsid w:val="00B60D16"/>
    <w:rsid w:val="00B641AD"/>
    <w:rsid w:val="00B66DA6"/>
    <w:rsid w:val="00B66EC5"/>
    <w:rsid w:val="00B675B6"/>
    <w:rsid w:val="00B67661"/>
    <w:rsid w:val="00B70F8A"/>
    <w:rsid w:val="00B77615"/>
    <w:rsid w:val="00B778FC"/>
    <w:rsid w:val="00B8054C"/>
    <w:rsid w:val="00B80A0B"/>
    <w:rsid w:val="00B810BB"/>
    <w:rsid w:val="00B82EB2"/>
    <w:rsid w:val="00B95B75"/>
    <w:rsid w:val="00BA7B08"/>
    <w:rsid w:val="00BB33F3"/>
    <w:rsid w:val="00BB352F"/>
    <w:rsid w:val="00BB3C93"/>
    <w:rsid w:val="00BB4EFB"/>
    <w:rsid w:val="00BD3823"/>
    <w:rsid w:val="00BD627E"/>
    <w:rsid w:val="00BD6803"/>
    <w:rsid w:val="00BD78CD"/>
    <w:rsid w:val="00BE432E"/>
    <w:rsid w:val="00BE4AA3"/>
    <w:rsid w:val="00BE65E4"/>
    <w:rsid w:val="00BE7696"/>
    <w:rsid w:val="00BF1459"/>
    <w:rsid w:val="00BF2F27"/>
    <w:rsid w:val="00BF570A"/>
    <w:rsid w:val="00BF6B15"/>
    <w:rsid w:val="00C01A7A"/>
    <w:rsid w:val="00C02139"/>
    <w:rsid w:val="00C05767"/>
    <w:rsid w:val="00C11921"/>
    <w:rsid w:val="00C11DCC"/>
    <w:rsid w:val="00C125BB"/>
    <w:rsid w:val="00C12BB1"/>
    <w:rsid w:val="00C1300A"/>
    <w:rsid w:val="00C13223"/>
    <w:rsid w:val="00C15237"/>
    <w:rsid w:val="00C16833"/>
    <w:rsid w:val="00C16EDD"/>
    <w:rsid w:val="00C212E2"/>
    <w:rsid w:val="00C23E4D"/>
    <w:rsid w:val="00C33C73"/>
    <w:rsid w:val="00C41B32"/>
    <w:rsid w:val="00C453C9"/>
    <w:rsid w:val="00C47406"/>
    <w:rsid w:val="00C47E5D"/>
    <w:rsid w:val="00C51790"/>
    <w:rsid w:val="00C53999"/>
    <w:rsid w:val="00C542DA"/>
    <w:rsid w:val="00C6544C"/>
    <w:rsid w:val="00C65736"/>
    <w:rsid w:val="00C72E99"/>
    <w:rsid w:val="00C765BD"/>
    <w:rsid w:val="00C80AF8"/>
    <w:rsid w:val="00C84494"/>
    <w:rsid w:val="00C8640B"/>
    <w:rsid w:val="00C93EDB"/>
    <w:rsid w:val="00C976E1"/>
    <w:rsid w:val="00CA055F"/>
    <w:rsid w:val="00CA18BB"/>
    <w:rsid w:val="00CA297D"/>
    <w:rsid w:val="00CA4142"/>
    <w:rsid w:val="00CA6DBA"/>
    <w:rsid w:val="00CB1A60"/>
    <w:rsid w:val="00CC14E2"/>
    <w:rsid w:val="00CC3B08"/>
    <w:rsid w:val="00CC6AAC"/>
    <w:rsid w:val="00CD2710"/>
    <w:rsid w:val="00CD4DF3"/>
    <w:rsid w:val="00CD7711"/>
    <w:rsid w:val="00CF3AF5"/>
    <w:rsid w:val="00D01823"/>
    <w:rsid w:val="00D07FEF"/>
    <w:rsid w:val="00D106F2"/>
    <w:rsid w:val="00D239CC"/>
    <w:rsid w:val="00D337B3"/>
    <w:rsid w:val="00D36303"/>
    <w:rsid w:val="00D37AE0"/>
    <w:rsid w:val="00D405E2"/>
    <w:rsid w:val="00D439EC"/>
    <w:rsid w:val="00D55509"/>
    <w:rsid w:val="00D56ABE"/>
    <w:rsid w:val="00D65E67"/>
    <w:rsid w:val="00D6664C"/>
    <w:rsid w:val="00D74054"/>
    <w:rsid w:val="00D85EF9"/>
    <w:rsid w:val="00D86946"/>
    <w:rsid w:val="00D906E9"/>
    <w:rsid w:val="00D90760"/>
    <w:rsid w:val="00D91C2A"/>
    <w:rsid w:val="00DA4723"/>
    <w:rsid w:val="00DB0021"/>
    <w:rsid w:val="00DB1020"/>
    <w:rsid w:val="00DB4925"/>
    <w:rsid w:val="00DB4A58"/>
    <w:rsid w:val="00DC320A"/>
    <w:rsid w:val="00DC436E"/>
    <w:rsid w:val="00DC47D6"/>
    <w:rsid w:val="00DC60C9"/>
    <w:rsid w:val="00DC7B29"/>
    <w:rsid w:val="00DD330A"/>
    <w:rsid w:val="00DD5EF5"/>
    <w:rsid w:val="00DE13D9"/>
    <w:rsid w:val="00DE31A6"/>
    <w:rsid w:val="00DE3B55"/>
    <w:rsid w:val="00DE5B8E"/>
    <w:rsid w:val="00DE6100"/>
    <w:rsid w:val="00DE6E6A"/>
    <w:rsid w:val="00DE727A"/>
    <w:rsid w:val="00E01BDA"/>
    <w:rsid w:val="00E03342"/>
    <w:rsid w:val="00E06839"/>
    <w:rsid w:val="00E130AE"/>
    <w:rsid w:val="00E16C09"/>
    <w:rsid w:val="00E26130"/>
    <w:rsid w:val="00E26956"/>
    <w:rsid w:val="00E359B1"/>
    <w:rsid w:val="00E362BE"/>
    <w:rsid w:val="00E3647A"/>
    <w:rsid w:val="00E37679"/>
    <w:rsid w:val="00E42B39"/>
    <w:rsid w:val="00E5177F"/>
    <w:rsid w:val="00E54DD0"/>
    <w:rsid w:val="00E62928"/>
    <w:rsid w:val="00E654A2"/>
    <w:rsid w:val="00E669C0"/>
    <w:rsid w:val="00E71718"/>
    <w:rsid w:val="00E72583"/>
    <w:rsid w:val="00E73074"/>
    <w:rsid w:val="00E73B7B"/>
    <w:rsid w:val="00E74180"/>
    <w:rsid w:val="00E748DA"/>
    <w:rsid w:val="00E76316"/>
    <w:rsid w:val="00E82AAC"/>
    <w:rsid w:val="00E86613"/>
    <w:rsid w:val="00EA4341"/>
    <w:rsid w:val="00EA7795"/>
    <w:rsid w:val="00EB06ED"/>
    <w:rsid w:val="00EC0690"/>
    <w:rsid w:val="00EC185A"/>
    <w:rsid w:val="00EC4C50"/>
    <w:rsid w:val="00EC5C3D"/>
    <w:rsid w:val="00ED082C"/>
    <w:rsid w:val="00ED46B4"/>
    <w:rsid w:val="00ED6353"/>
    <w:rsid w:val="00ED6777"/>
    <w:rsid w:val="00EE5FA5"/>
    <w:rsid w:val="00EE6AFD"/>
    <w:rsid w:val="00EE7CE3"/>
    <w:rsid w:val="00EF0F2F"/>
    <w:rsid w:val="00EF315A"/>
    <w:rsid w:val="00EF6FC7"/>
    <w:rsid w:val="00EF73CC"/>
    <w:rsid w:val="00EF79EA"/>
    <w:rsid w:val="00F00104"/>
    <w:rsid w:val="00F03346"/>
    <w:rsid w:val="00F039AC"/>
    <w:rsid w:val="00F06F7D"/>
    <w:rsid w:val="00F13893"/>
    <w:rsid w:val="00F23C5E"/>
    <w:rsid w:val="00F27E25"/>
    <w:rsid w:val="00F35FDF"/>
    <w:rsid w:val="00F418E2"/>
    <w:rsid w:val="00F41D30"/>
    <w:rsid w:val="00F43BAD"/>
    <w:rsid w:val="00F45A3E"/>
    <w:rsid w:val="00F46237"/>
    <w:rsid w:val="00F53C2C"/>
    <w:rsid w:val="00F621DD"/>
    <w:rsid w:val="00F63C3B"/>
    <w:rsid w:val="00F6700B"/>
    <w:rsid w:val="00F7580A"/>
    <w:rsid w:val="00F77DB1"/>
    <w:rsid w:val="00F80564"/>
    <w:rsid w:val="00F80B12"/>
    <w:rsid w:val="00F825B7"/>
    <w:rsid w:val="00F930BC"/>
    <w:rsid w:val="00F956E8"/>
    <w:rsid w:val="00F95826"/>
    <w:rsid w:val="00FA4F43"/>
    <w:rsid w:val="00FB0E7B"/>
    <w:rsid w:val="00FB4F0F"/>
    <w:rsid w:val="00FB57D5"/>
    <w:rsid w:val="00FB7107"/>
    <w:rsid w:val="00FB7E5A"/>
    <w:rsid w:val="00FC6871"/>
    <w:rsid w:val="00FD17C0"/>
    <w:rsid w:val="00FF0EB0"/>
    <w:rsid w:val="00FF1ED4"/>
    <w:rsid w:val="00FF29EE"/>
    <w:rsid w:val="00FF375B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55346D8D"/>
  <w15:docId w15:val="{F0909279-9AEB-400F-B23E-D933A8756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9650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71C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71CF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EC5C3D"/>
    <w:pPr>
      <w:spacing w:before="100" w:beforeAutospacing="1" w:after="100" w:afterAutospacing="1"/>
      <w:outlineLvl w:val="3"/>
    </w:pPr>
    <w:rPr>
      <w:b/>
      <w:bCs/>
      <w:caps/>
      <w:color w:val="999999"/>
      <w:spacing w:val="4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EC5C3D"/>
    <w:rPr>
      <w:i/>
      <w:iCs/>
    </w:rPr>
  </w:style>
  <w:style w:type="character" w:styleId="Pogrubienie">
    <w:name w:val="Strong"/>
    <w:qFormat/>
    <w:rsid w:val="00EC5C3D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C141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unhideWhenUsed/>
    <w:rsid w:val="003B22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B22F0"/>
  </w:style>
  <w:style w:type="character" w:styleId="Odwoanieprzypisudolnego">
    <w:name w:val="footnote reference"/>
    <w:basedOn w:val="Domylnaczcionkaakapitu"/>
    <w:semiHidden/>
    <w:unhideWhenUsed/>
    <w:rsid w:val="003B22F0"/>
    <w:rPr>
      <w:vertAlign w:val="superscript"/>
    </w:rPr>
  </w:style>
  <w:style w:type="paragraph" w:styleId="Listapunktowana">
    <w:name w:val="List Bullet"/>
    <w:basedOn w:val="Normalny"/>
    <w:unhideWhenUsed/>
    <w:rsid w:val="005C3DCA"/>
    <w:pPr>
      <w:numPr>
        <w:numId w:val="1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customXml" Target="../customXml/item8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Za&#322;_10_wymagania%20w%20stos_do%20dokumentu%20systemu%20zarz&#261;dz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7 - Potwierdzenie przeprowadzenia wizji lokalnej.docx</dmsv2BaseFileName>
    <dmsv2BaseDisplayName xmlns="http://schemas.microsoft.com/sharepoint/v3">Załącznik nr 7 - Potwierdzenie przeprowadzenia wizji lokalnej</dmsv2BaseDisplayName>
    <dmsv2SWPP2ObjectNumber xmlns="http://schemas.microsoft.com/sharepoint/v3">POST/DYS/OR/GZ/00018/2026                         </dmsv2SWPP2ObjectNumber>
    <dmsv2SWPP2SumMD5 xmlns="http://schemas.microsoft.com/sharepoint/v3">b6f83fe86e2da2729cea27766ee3c68e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702828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24132403</dmsv2BaseClientSystemDocumentID>
    <dmsv2BaseModifiedByID xmlns="http://schemas.microsoft.com/sharepoint/v3">10100322</dmsv2BaseModifiedByID>
    <dmsv2BaseCreatedByID xmlns="http://schemas.microsoft.com/sharepoint/v3">10100322</dmsv2BaseCreatedByID>
    <dmsv2SWPP2ObjectDepartment xmlns="http://schemas.microsoft.com/sharepoint/v3">00000001000700030000000b0000</dmsv2SWPP2ObjectDepartment>
    <dmsv2SWPP2ObjectName xmlns="http://schemas.microsoft.com/sharepoint/v3">Postępowanie</dmsv2SWPP2ObjectName>
    <_dlc_DocId xmlns="a19cb1c7-c5c7-46d4-85ae-d83685407bba">JEUP5JKVCYQC-1092029480-8016</_dlc_DocId>
    <_dlc_DocIdUrl xmlns="a19cb1c7-c5c7-46d4-85ae-d83685407bba">
      <Url>https://swpp2.dms.gkpge.pl/sites/41/_layouts/15/DocIdRedir.aspx?ID=JEUP5JKVCYQC-1092029480-8016</Url>
      <Description>JEUP5JKVCYQC-1092029480-8016</Description>
    </_dlc_DocIdUrl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C60E392-8098-4B11-9C2D-3AC08C6937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C031BE-28C6-4083-BDC1-21218D17D0A6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089FB2AF-936F-41C5-8BC4-40E0D1C3CC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810264-D0D9-4F3B-985E-AD77BB76E5E4}"/>
</file>

<file path=customXml/itemProps5.xml><?xml version="1.0" encoding="utf-8"?>
<ds:datastoreItem xmlns:ds="http://schemas.openxmlformats.org/officeDocument/2006/customXml" ds:itemID="{015C351E-6B1E-4CE3-8D30-23FEF93F35C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B156334-EA98-4630-9D15-BE1CD9ADC4B7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AADB795A-0ACF-42FE-AD85-FB494C17C694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B334B204-CED8-4A14-A2E5-A4C9DF131F7E}"/>
</file>

<file path=docProps/app.xml><?xml version="1.0" encoding="utf-8"?>
<Properties xmlns="http://schemas.openxmlformats.org/officeDocument/2006/extended-properties" xmlns:vt="http://schemas.openxmlformats.org/officeDocument/2006/docPropsVTypes">
  <Template>Zał_10_wymagania w stos_do dokumentu systemu zarządz_25062013</Template>
  <TotalTime>9</TotalTime>
  <Pages>1</Pages>
  <Words>92</Words>
  <Characters>1888</Characters>
  <Application>Microsoft Office Word</Application>
  <DocSecurity>0</DocSecurity>
  <Lines>15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Zakupów PGE Polska Grupa Energetyczna S.A.</vt:lpstr>
    </vt:vector>
  </TitlesOfParts>
  <Company>PGE Polska Grupa Energetyczna S.A.</Company>
  <LinksUpToDate>false</LinksUpToDate>
  <CharactersWithSpaces>1977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Zakupów PGE Polska Grupa Energetyczna S.A.</dc:title>
  <dc:creator>pawel.jaworski</dc:creator>
  <cp:lastModifiedBy>Zapasek Dominika [PGE Dystr. O.Rzeszów]</cp:lastModifiedBy>
  <cp:revision>4</cp:revision>
  <cp:lastPrinted>2025-11-28T10:04:00Z</cp:lastPrinted>
  <dcterms:created xsi:type="dcterms:W3CDTF">2026-01-14T12:01:00Z</dcterms:created>
  <dcterms:modified xsi:type="dcterms:W3CDTF">2026-01-15T11:21:00Z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a2299ff7-105f-4448-ae25-52fde0c7e117</vt:lpwstr>
  </property>
</Properties>
</file>